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273B89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bookmarkStart w:id="1" w:name="_Hlk158378135"/>
      <w:r w:rsidR="00100561" w:rsidRPr="00100561">
        <w:rPr>
          <w:rFonts w:ascii="Verdana" w:eastAsia="Calibri" w:hAnsi="Verdana" w:cs="Times New Roman"/>
          <w:b/>
        </w:rPr>
        <w:t>„</w:t>
      </w:r>
      <w:bookmarkEnd w:id="0"/>
      <w:r w:rsidR="00100561" w:rsidRPr="00100561">
        <w:rPr>
          <w:rFonts w:ascii="Verdana" w:eastAsia="Calibri" w:hAnsi="Verdana" w:cs="Times New Roman"/>
          <w:b/>
        </w:rPr>
        <w:t xml:space="preserve">Mulčovací cepová sekačka s přípojným vozidlem“ </w:t>
      </w:r>
      <w:r w:rsidR="00100561" w:rsidRPr="00100561">
        <w:rPr>
          <w:rFonts w:ascii="Verdana" w:eastAsia="Calibri" w:hAnsi="Verdana" w:cs="Times New Roman"/>
        </w:rPr>
        <w:t>č.j. 22171/2025-SŽ-OŘ OVA-NPI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3D3B86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3D3B86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3D3B86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66500" w14:textId="405DF4A8" w:rsidR="00100561" w:rsidRDefault="0010056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6527BBD6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6E7DA4CA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0561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3D3B86"/>
    <w:rsid w:val="00441430"/>
    <w:rsid w:val="00450F07"/>
    <w:rsid w:val="00451042"/>
    <w:rsid w:val="00453CD3"/>
    <w:rsid w:val="00460660"/>
    <w:rsid w:val="00486107"/>
    <w:rsid w:val="004862F9"/>
    <w:rsid w:val="00491827"/>
    <w:rsid w:val="004969D1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E4B89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4969D1"/>
    <w:rsid w:val="005E4B89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79</TotalTime>
  <Pages>2</Pages>
  <Words>475</Words>
  <Characters>2807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OVZ</cp:lastModifiedBy>
  <cp:revision>11</cp:revision>
  <cp:lastPrinted>2017-11-28T17:18:00Z</cp:lastPrinted>
  <dcterms:created xsi:type="dcterms:W3CDTF">2023-11-16T10:29:00Z</dcterms:created>
  <dcterms:modified xsi:type="dcterms:W3CDTF">2025-06-08T15:13:00Z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